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A2223">
        <w:trPr>
          <w:trHeight w:val="197"/>
        </w:trPr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41150D68" w:rsidR="00F862D6" w:rsidRPr="004102A4" w:rsidRDefault="005A2223" w:rsidP="0037111D">
            <w:r w:rsidRPr="004102A4">
              <w:rPr>
                <w:rFonts w:ascii="Helvetica" w:hAnsi="Helvetica"/>
              </w:rPr>
              <w:t>4923/2024-SŽ-SSV-Ú3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333CD487" w14:textId="10EA45F9" w:rsidR="00F862D6" w:rsidRPr="004102A4" w:rsidRDefault="005A2223" w:rsidP="00CC1E2B">
            <w:r w:rsidRPr="004102A4">
              <w:t>4</w:t>
            </w:r>
            <w:r w:rsidR="003E6B9A" w:rsidRPr="004102A4">
              <w:t>/</w:t>
            </w:r>
            <w:r w:rsidR="004102A4" w:rsidRPr="004102A4">
              <w:t>4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6E4038B0" w:rsidR="00F862D6" w:rsidRPr="003E6B9A" w:rsidRDefault="00C10590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150686E2" w:rsidR="009A7568" w:rsidRPr="003E6B9A" w:rsidRDefault="00C10590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5C152C5B" w:rsidR="009A7568" w:rsidRPr="003E6B9A" w:rsidRDefault="00C2693F" w:rsidP="006104F6">
            <w:hyperlink r:id="rId11" w:history="1">
              <w:r w:rsidR="00C10590" w:rsidRPr="009355E9">
                <w:rPr>
                  <w:rStyle w:val="Hypertextovodkaz"/>
                </w:rPr>
                <w:t>Prerovska@spravazeleznic.cz</w:t>
              </w:r>
            </w:hyperlink>
            <w:r w:rsidR="00C10590"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658F9B90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C2693F">
              <w:rPr>
                <w:noProof/>
              </w:rPr>
              <w:t>7. května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254AB2B2" w14:textId="1B35D95C" w:rsidR="00A827F6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116EFB">
        <w:rPr>
          <w:rFonts w:eastAsia="Times New Roman" w:cs="Times New Roman"/>
          <w:lang w:eastAsia="cs-CZ"/>
        </w:rPr>
        <w:t>1</w:t>
      </w:r>
      <w:r w:rsidR="00A827F6">
        <w:rPr>
          <w:rFonts w:eastAsia="Times New Roman" w:cs="Times New Roman"/>
          <w:lang w:eastAsia="cs-CZ"/>
        </w:rPr>
        <w:t>1</w:t>
      </w:r>
    </w:p>
    <w:p w14:paraId="25C6ADAC" w14:textId="38968B0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 </w:t>
      </w:r>
      <w:r w:rsidR="00335122">
        <w:rPr>
          <w:rFonts w:eastAsia="Calibri" w:cs="Times New Roman"/>
          <w:lang w:eastAsia="cs-CZ"/>
        </w:rPr>
        <w:tab/>
        <w:t>„</w:t>
      </w:r>
      <w:r w:rsidR="00C10590">
        <w:rPr>
          <w:rFonts w:eastAsia="Calibri" w:cs="Times New Roman"/>
          <w:b/>
          <w:bCs/>
          <w:lang w:eastAsia="cs-CZ"/>
        </w:rPr>
        <w:t>Modernizace ŽST Jihlava město</w:t>
      </w:r>
      <w:r w:rsidR="00335122"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18CFADEB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7E022733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 w:rsidR="00116EFB">
        <w:rPr>
          <w:rFonts w:eastAsia="Calibri" w:cs="Times New Roman"/>
          <w:b/>
          <w:lang w:eastAsia="cs-CZ"/>
        </w:rPr>
        <w:t>91</w:t>
      </w:r>
      <w:r w:rsidRPr="00BD5319">
        <w:rPr>
          <w:rFonts w:eastAsia="Calibri" w:cs="Times New Roman"/>
          <w:b/>
          <w:lang w:eastAsia="cs-CZ"/>
        </w:rPr>
        <w:t>:</w:t>
      </w:r>
    </w:p>
    <w:p w14:paraId="48A93299" w14:textId="77777777" w:rsidR="00116EFB" w:rsidRDefault="00116EFB" w:rsidP="00116EFB">
      <w:pPr>
        <w:jc w:val="both"/>
      </w:pPr>
      <w:r>
        <w:t>Doklady  -  05.2. Majetkoprávní část</w:t>
      </w:r>
    </w:p>
    <w:p w14:paraId="1E06E489" w14:textId="77777777" w:rsidR="00116EFB" w:rsidRDefault="00116EFB" w:rsidP="00116EFB">
      <w:pPr>
        <w:jc w:val="both"/>
      </w:pPr>
      <w:r>
        <w:t>Pro ocenění geodetických prací potřebujeme vědět, zda byly před stavbou vyhotoveny geometrické plány pro trvalé zábory a věcná břemena.</w:t>
      </w:r>
    </w:p>
    <w:p w14:paraId="607020DA" w14:textId="097A2427" w:rsidR="00116EFB" w:rsidRPr="00BD5319" w:rsidRDefault="00116EFB" w:rsidP="00116EFB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>
        <w:t>Nebo je bude muset vyhotovit geodet zhotovitele stavby?</w:t>
      </w:r>
    </w:p>
    <w:p w14:paraId="3F925D6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F9C0035" w14:textId="77777777" w:rsidR="00116EFB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47316619" w14:textId="77777777" w:rsidR="00475AFC" w:rsidRPr="005A2223" w:rsidRDefault="00475AFC" w:rsidP="00475AFC">
      <w:pPr>
        <w:spacing w:after="0" w:line="240" w:lineRule="auto"/>
        <w:rPr>
          <w:rFonts w:eastAsia="Calibri" w:cs="Times New Roman"/>
          <w:b/>
          <w:lang w:eastAsia="cs-CZ"/>
        </w:rPr>
      </w:pPr>
      <w:r w:rsidRPr="005A2223">
        <w:rPr>
          <w:rFonts w:eastAsia="Calibri" w:cs="Times New Roman"/>
          <w:b/>
          <w:lang w:eastAsia="cs-CZ"/>
        </w:rPr>
        <w:t>Před stavbou nebyly vyhotoveny žádné geometrické plány.</w:t>
      </w:r>
    </w:p>
    <w:p w14:paraId="18B2433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B66C6E1" w14:textId="77777777" w:rsidR="00116EFB" w:rsidRDefault="00116EFB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36CD0EAC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E32645">
        <w:rPr>
          <w:rFonts w:eastAsia="Calibri" w:cs="Times New Roman"/>
          <w:b/>
          <w:lang w:eastAsia="cs-CZ"/>
        </w:rPr>
        <w:t>192</w:t>
      </w:r>
      <w:r w:rsidRPr="00BD5319">
        <w:rPr>
          <w:rFonts w:eastAsia="Calibri" w:cs="Times New Roman"/>
          <w:b/>
          <w:lang w:eastAsia="cs-CZ"/>
        </w:rPr>
        <w:t>:</w:t>
      </w:r>
    </w:p>
    <w:p w14:paraId="3BF484F4" w14:textId="2E9D4861" w:rsidR="00E32645" w:rsidRPr="00BD5319" w:rsidRDefault="00E32645" w:rsidP="00E3264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F6E98">
        <w:rPr>
          <w:b/>
          <w:bCs/>
        </w:rPr>
        <w:t xml:space="preserve">PS 29-28-01, </w:t>
      </w:r>
      <w:proofErr w:type="spellStart"/>
      <w:r w:rsidRPr="009F6E98">
        <w:rPr>
          <w:b/>
          <w:bCs/>
        </w:rPr>
        <w:t>Úvazka</w:t>
      </w:r>
      <w:proofErr w:type="spellEnd"/>
      <w:r w:rsidRPr="009F6E98">
        <w:rPr>
          <w:b/>
          <w:bCs/>
        </w:rPr>
        <w:t xml:space="preserve"> TZZ v ŽST Rantířov</w:t>
      </w:r>
      <w:r w:rsidRPr="009F6E98">
        <w:t>. Dotaz se týká pol. č. 4 a 5 „SKŘÍŇ ELEKTRONICKÉHO AUTOMATICKÉHO BLOKU“ - DODÁVKA/MONTÁŽ v množství 1ks. V souvislosti s požadavky ZD má dojít mimo jiné k doplnění výstroje TZZ v ŽST Rantířov. Předpokládáme správně, že veškerou potřebnou technologii nového TZZ uchazeč oceňuje do uvedených položek i kdyby se mělo jednat o doplnění do stávajících stojanů?</w:t>
      </w:r>
    </w:p>
    <w:p w14:paraId="002E726F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E8C8A5" w14:textId="73B8B9D8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723357F9" w14:textId="2B9C9F14" w:rsidR="00E32645" w:rsidRPr="005A2223" w:rsidRDefault="00DF4DF4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5A2223">
        <w:rPr>
          <w:rFonts w:eastAsia="Calibri" w:cs="Times New Roman"/>
          <w:b/>
          <w:lang w:eastAsia="cs-CZ"/>
        </w:rPr>
        <w:t>Ano.</w:t>
      </w:r>
    </w:p>
    <w:p w14:paraId="6A4878A5" w14:textId="77777777" w:rsidR="00E32645" w:rsidRDefault="00E32645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5131618" w14:textId="77777777" w:rsidR="005A2223" w:rsidRDefault="005A2223" w:rsidP="00E3264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3AADA49" w14:textId="6A9C9BD4" w:rsidR="00E32645" w:rsidRDefault="00E32645" w:rsidP="00E3264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193</w:t>
      </w:r>
      <w:r w:rsidRPr="00BD5319">
        <w:rPr>
          <w:rFonts w:eastAsia="Calibri" w:cs="Times New Roman"/>
          <w:b/>
          <w:lang w:eastAsia="cs-CZ"/>
        </w:rPr>
        <w:t>:</w:t>
      </w:r>
    </w:p>
    <w:p w14:paraId="2358B3E5" w14:textId="1CFA14F6" w:rsidR="00E32645" w:rsidRPr="00BD5319" w:rsidRDefault="00E32645" w:rsidP="00E3264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F6E98">
        <w:rPr>
          <w:b/>
          <w:bCs/>
        </w:rPr>
        <w:t xml:space="preserve">PS 29-28-01, </w:t>
      </w:r>
      <w:proofErr w:type="spellStart"/>
      <w:r w:rsidRPr="009F6E98">
        <w:rPr>
          <w:b/>
          <w:bCs/>
        </w:rPr>
        <w:t>Úvazka</w:t>
      </w:r>
      <w:proofErr w:type="spellEnd"/>
      <w:r w:rsidRPr="009F6E98">
        <w:rPr>
          <w:b/>
          <w:bCs/>
        </w:rPr>
        <w:t xml:space="preserve"> TZZ v ŽST Rantířov</w:t>
      </w:r>
      <w:r w:rsidRPr="009F6E98">
        <w:t>. V souvislosti s požadavky ZD má dojít k úpravám stávajících stojanů v ŽST Rantířov. V této souvislosti prosíme zadavatele o doplnění položky dle OTSKP 75B569 - „ÚPRAVA RELÉOVÝCH, NAPÁJECÍCH NEBO KABELOVÝCH STOJANŮ NEBO SKŘÍNÍ“.</w:t>
      </w:r>
    </w:p>
    <w:p w14:paraId="0C84F266" w14:textId="77777777" w:rsidR="00E32645" w:rsidRPr="00BD5319" w:rsidRDefault="00E32645" w:rsidP="00E3264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6353D84B" w14:textId="77777777" w:rsidR="00E32645" w:rsidRDefault="00E32645" w:rsidP="00E3264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64E2B059" w14:textId="77777777" w:rsidR="00DF4DF4" w:rsidRPr="005A2223" w:rsidRDefault="00DF4DF4" w:rsidP="00DF4DF4">
      <w:pPr>
        <w:spacing w:after="0" w:line="240" w:lineRule="auto"/>
        <w:rPr>
          <w:rFonts w:eastAsia="Calibri" w:cs="Times New Roman"/>
          <w:b/>
          <w:lang w:eastAsia="cs-CZ"/>
        </w:rPr>
      </w:pPr>
      <w:r w:rsidRPr="005A2223">
        <w:rPr>
          <w:rFonts w:eastAsia="Calibri" w:cs="Times New Roman"/>
          <w:b/>
          <w:lang w:eastAsia="cs-CZ"/>
        </w:rPr>
        <w:t>V soupisu prací pro PS 29-28-01 byla přidána položka</w:t>
      </w:r>
    </w:p>
    <w:p w14:paraId="53DC40B2" w14:textId="67943B85" w:rsidR="00E32645" w:rsidRPr="005A2223" w:rsidRDefault="00DF4DF4" w:rsidP="00DF4DF4">
      <w:pPr>
        <w:spacing w:after="0" w:line="240" w:lineRule="auto"/>
        <w:rPr>
          <w:rFonts w:eastAsia="Calibri" w:cs="Times New Roman"/>
          <w:b/>
          <w:lang w:eastAsia="cs-CZ"/>
        </w:rPr>
      </w:pPr>
      <w:r w:rsidRPr="005A2223">
        <w:rPr>
          <w:rFonts w:eastAsia="Calibri" w:cs="Times New Roman"/>
          <w:b/>
          <w:lang w:eastAsia="cs-CZ"/>
        </w:rPr>
        <w:t>č. 14 kód položky 75B569 ÚPRAVA RELÉOVÝCH, NAPÁJECÍCH NEBO KABELOVÝCH STOJANŮ NEBO SKŘÍNÍ, počet kusů 1.</w:t>
      </w:r>
    </w:p>
    <w:p w14:paraId="263B394A" w14:textId="77777777" w:rsidR="00E32645" w:rsidRDefault="00E32645" w:rsidP="00E32645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3EA4912" w14:textId="77777777" w:rsidR="00E32645" w:rsidRDefault="00E32645" w:rsidP="00E32645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8F43A19" w14:textId="1BF09613" w:rsidR="00E32645" w:rsidRDefault="00E32645" w:rsidP="00E3264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194</w:t>
      </w:r>
      <w:r w:rsidRPr="00BD5319">
        <w:rPr>
          <w:rFonts w:eastAsia="Calibri" w:cs="Times New Roman"/>
          <w:b/>
          <w:lang w:eastAsia="cs-CZ"/>
        </w:rPr>
        <w:t>:</w:t>
      </w:r>
    </w:p>
    <w:p w14:paraId="3B38C19C" w14:textId="0B685471" w:rsidR="00E32645" w:rsidRPr="00BD5319" w:rsidRDefault="00E32645" w:rsidP="00E3264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F6E98">
        <w:rPr>
          <w:b/>
        </w:rPr>
        <w:t>PS 30-28-01- TZZ Rantířov - Jihlava město</w:t>
      </w:r>
      <w:r w:rsidRPr="009F6E98">
        <w:t xml:space="preserve">. Dotaz se týká pol. č. 17 a 18 „SKŘÍŇ ELEKTRONICKÉHO AUTOMATICKÉHO BLOKU“ - DODÁVKA/MONTÁŽ v množství 1ks. V souvislosti </w:t>
      </w:r>
      <w:r w:rsidRPr="009F6E98">
        <w:lastRenderedPageBreak/>
        <w:t>s požadavky ZD má dojít k vybudování nového TZZ. Předpokládáme správně, že veškerou potřebnou technologii nového TZZ uchazeč oceňuje do uvedených položek?</w:t>
      </w:r>
    </w:p>
    <w:p w14:paraId="3C6594D2" w14:textId="77777777" w:rsidR="00E32645" w:rsidRPr="00BD5319" w:rsidRDefault="00E32645" w:rsidP="00E3264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00B0532" w14:textId="77777777" w:rsidR="00E32645" w:rsidRDefault="00E32645" w:rsidP="00E3264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00110B89" w14:textId="5D469678" w:rsidR="00E32645" w:rsidRPr="005A2223" w:rsidRDefault="00DF4DF4" w:rsidP="00E32645">
      <w:pPr>
        <w:spacing w:after="0" w:line="240" w:lineRule="auto"/>
        <w:rPr>
          <w:rFonts w:eastAsia="Calibri" w:cs="Times New Roman"/>
          <w:b/>
          <w:lang w:eastAsia="cs-CZ"/>
        </w:rPr>
      </w:pPr>
      <w:r w:rsidRPr="005A2223">
        <w:rPr>
          <w:rFonts w:eastAsia="Calibri" w:cs="Times New Roman"/>
          <w:b/>
          <w:lang w:eastAsia="cs-CZ"/>
        </w:rPr>
        <w:t>Ano.</w:t>
      </w:r>
    </w:p>
    <w:p w14:paraId="5CDDEF2F" w14:textId="77777777" w:rsidR="00E32645" w:rsidRDefault="00E32645" w:rsidP="00E32645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B7F2BF5" w14:textId="77777777" w:rsidR="00E32645" w:rsidRDefault="00E32645" w:rsidP="00E32645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1FF9C08" w14:textId="37273D2B" w:rsidR="00E32645" w:rsidRDefault="00E32645" w:rsidP="00E3264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195</w:t>
      </w:r>
      <w:r w:rsidRPr="00BD5319">
        <w:rPr>
          <w:rFonts w:eastAsia="Calibri" w:cs="Times New Roman"/>
          <w:b/>
          <w:lang w:eastAsia="cs-CZ"/>
        </w:rPr>
        <w:t>:</w:t>
      </w:r>
    </w:p>
    <w:p w14:paraId="70BC8F46" w14:textId="77777777" w:rsidR="00E32645" w:rsidRPr="009F6E98" w:rsidRDefault="00E32645" w:rsidP="00E32645">
      <w:pPr>
        <w:spacing w:after="0"/>
        <w:jc w:val="both"/>
        <w:rPr>
          <w:rFonts w:eastAsia="Calibri" w:cstheme="minorHAnsi"/>
          <w:bCs/>
          <w:lang w:eastAsia="cs-CZ"/>
        </w:rPr>
      </w:pPr>
      <w:r w:rsidRPr="009F6E98">
        <w:rPr>
          <w:b/>
        </w:rPr>
        <w:t>PS 31-28-01 A – „Jihlava město, SZZ</w:t>
      </w:r>
      <w:r w:rsidRPr="009F6E98">
        <w:rPr>
          <w:rFonts w:eastAsia="Calibri" w:cstheme="minorHAnsi"/>
          <w:bCs/>
          <w:lang w:eastAsia="cs-CZ"/>
        </w:rPr>
        <w:t xml:space="preserve">“, </w:t>
      </w:r>
      <w:r w:rsidRPr="009F6E98">
        <w:rPr>
          <w:b/>
        </w:rPr>
        <w:t>PS 30-28-01 „TZZ Rantířov - Jihlava město“</w:t>
      </w:r>
      <w:r w:rsidRPr="009F6E98">
        <w:rPr>
          <w:rFonts w:eastAsia="Calibri" w:cstheme="minorHAnsi"/>
          <w:bCs/>
          <w:lang w:eastAsia="cs-CZ"/>
        </w:rPr>
        <w:t xml:space="preserve">: Zadavatel v rámci dodatku č. 6 (dotazu č. 110) uvedl, že PN PBRJ6 je součástí PS 30-28-01. Na situačním schématu PS 30-28-01 tento snímač PN není zobrazen. </w:t>
      </w:r>
    </w:p>
    <w:p w14:paraId="0CD1719C" w14:textId="77777777" w:rsidR="00E32645" w:rsidRPr="009F6E98" w:rsidRDefault="00E32645" w:rsidP="00E32645">
      <w:pPr>
        <w:spacing w:after="0"/>
        <w:jc w:val="both"/>
        <w:rPr>
          <w:rFonts w:eastAsia="Calibri" w:cstheme="minorHAnsi"/>
          <w:bCs/>
          <w:lang w:eastAsia="cs-CZ"/>
        </w:rPr>
      </w:pPr>
      <w:r w:rsidRPr="009F6E98">
        <w:rPr>
          <w:rFonts w:eastAsia="Calibri" w:cstheme="minorHAnsi"/>
          <w:bCs/>
          <w:lang w:eastAsia="cs-CZ"/>
        </w:rPr>
        <w:t>a) Žádáme zadavatele o informaci, které snímače PN se budou v rámci PS 30-28-01 budovat.</w:t>
      </w:r>
    </w:p>
    <w:p w14:paraId="3A372614" w14:textId="5A0026D7" w:rsidR="00E32645" w:rsidRPr="00BD5319" w:rsidRDefault="00E32645" w:rsidP="00E3264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9F6E98">
        <w:rPr>
          <w:rFonts w:eastAsia="Calibri" w:cstheme="minorHAnsi"/>
          <w:bCs/>
          <w:lang w:eastAsia="cs-CZ"/>
        </w:rPr>
        <w:t>b) Žádáme zadavatele prověření a případnou úpravu množství u pol. č. 34 a 35 v PS 30-28-01.</w:t>
      </w:r>
    </w:p>
    <w:p w14:paraId="3611B29A" w14:textId="77777777" w:rsidR="00E32645" w:rsidRPr="00BD5319" w:rsidRDefault="00E32645" w:rsidP="00E3264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FFD93A9" w14:textId="77777777" w:rsidR="00E32645" w:rsidRDefault="00E32645" w:rsidP="00E3264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6A6881E5" w14:textId="77777777" w:rsidR="00DF4DF4" w:rsidRPr="005A2223" w:rsidRDefault="00DF4DF4" w:rsidP="00DF4DF4">
      <w:pPr>
        <w:spacing w:after="0" w:line="240" w:lineRule="auto"/>
        <w:rPr>
          <w:rFonts w:eastAsia="Calibri" w:cs="Times New Roman"/>
          <w:b/>
          <w:lang w:eastAsia="cs-CZ"/>
        </w:rPr>
      </w:pPr>
      <w:r w:rsidRPr="005A2223">
        <w:rPr>
          <w:rFonts w:eastAsia="Calibri" w:cs="Times New Roman"/>
          <w:b/>
          <w:lang w:eastAsia="cs-CZ"/>
        </w:rPr>
        <w:t>a) snímače PN PBRJ1-PBRJ6</w:t>
      </w:r>
    </w:p>
    <w:p w14:paraId="593FE461" w14:textId="464C209B" w:rsidR="00E32645" w:rsidRPr="005A2223" w:rsidRDefault="00DF4DF4" w:rsidP="00DF4DF4">
      <w:pPr>
        <w:spacing w:after="0" w:line="240" w:lineRule="auto"/>
        <w:rPr>
          <w:rFonts w:eastAsia="Calibri" w:cs="Times New Roman"/>
          <w:b/>
          <w:lang w:eastAsia="cs-CZ"/>
        </w:rPr>
      </w:pPr>
      <w:r w:rsidRPr="005A2223">
        <w:rPr>
          <w:rFonts w:eastAsia="Calibri" w:cs="Times New Roman"/>
          <w:b/>
          <w:lang w:eastAsia="cs-CZ"/>
        </w:rPr>
        <w:t>b) bez změny v soupisu prací, počet zůstává 6 ks.</w:t>
      </w:r>
    </w:p>
    <w:p w14:paraId="718BC228" w14:textId="77777777" w:rsidR="00DF4DF4" w:rsidRDefault="00DF4DF4" w:rsidP="00DF4DF4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32F3E06" w14:textId="77777777" w:rsidR="00E32645" w:rsidRDefault="00E32645" w:rsidP="00E32645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B207251" w14:textId="18459718" w:rsidR="00E32645" w:rsidRDefault="00E32645" w:rsidP="00E3264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196</w:t>
      </w:r>
      <w:r w:rsidRPr="00BD5319">
        <w:rPr>
          <w:rFonts w:eastAsia="Calibri" w:cs="Times New Roman"/>
          <w:b/>
          <w:lang w:eastAsia="cs-CZ"/>
        </w:rPr>
        <w:t>:</w:t>
      </w:r>
    </w:p>
    <w:p w14:paraId="13429852" w14:textId="77777777" w:rsidR="00E32645" w:rsidRPr="00F91BD8" w:rsidRDefault="00E32645" w:rsidP="00E32645">
      <w:pPr>
        <w:spacing w:after="0"/>
        <w:jc w:val="both"/>
        <w:rPr>
          <w:rFonts w:eastAsia="Calibri" w:cstheme="minorHAnsi"/>
          <w:bCs/>
          <w:lang w:eastAsia="cs-CZ"/>
        </w:rPr>
      </w:pPr>
      <w:r w:rsidRPr="00F91BD8">
        <w:rPr>
          <w:b/>
        </w:rPr>
        <w:t>PS 31-28-01 A – „Jihlava město, SZZ</w:t>
      </w:r>
      <w:r w:rsidRPr="00F91BD8">
        <w:rPr>
          <w:rFonts w:eastAsia="Calibri" w:cstheme="minorHAnsi"/>
          <w:bCs/>
          <w:lang w:eastAsia="cs-CZ"/>
        </w:rPr>
        <w:t xml:space="preserve">“: Zadavatel v rámci dodatku č. 7 (dotaz č. 117) uvedl, že v ŽST Jihlava město nebude zřízeno JOP pro ovládání </w:t>
      </w:r>
      <w:proofErr w:type="spellStart"/>
      <w:r w:rsidRPr="00F91BD8">
        <w:rPr>
          <w:rFonts w:eastAsia="Calibri" w:cstheme="minorHAnsi"/>
          <w:bCs/>
          <w:lang w:eastAsia="cs-CZ"/>
        </w:rPr>
        <w:t>zab</w:t>
      </w:r>
      <w:proofErr w:type="spellEnd"/>
      <w:r w:rsidRPr="00F91BD8">
        <w:rPr>
          <w:rFonts w:eastAsia="Calibri" w:cstheme="minorHAnsi"/>
          <w:bCs/>
          <w:lang w:eastAsia="cs-CZ"/>
        </w:rPr>
        <w:t>. zař. Dle zadávací dokumentace (výkresy, TZ apod.) a soupisu prací (pol. č. 22, 23, 134, 135) je požadavek na vybudování JOP (dle TZ „nezálohované pracoviště výpravčího pro mimořádné situace“ v místnosti údržby). Žádáme zadavatele o:</w:t>
      </w:r>
    </w:p>
    <w:p w14:paraId="7CDA4DEA" w14:textId="77777777" w:rsidR="00E32645" w:rsidRPr="00F91BD8" w:rsidRDefault="00E32645" w:rsidP="00E32645">
      <w:pPr>
        <w:spacing w:after="0"/>
        <w:jc w:val="both"/>
        <w:rPr>
          <w:rFonts w:eastAsia="Calibri" w:cstheme="minorHAnsi"/>
          <w:bCs/>
          <w:lang w:eastAsia="cs-CZ"/>
        </w:rPr>
      </w:pPr>
      <w:r w:rsidRPr="00F91BD8">
        <w:rPr>
          <w:rFonts w:eastAsia="Calibri" w:cstheme="minorHAnsi"/>
          <w:bCs/>
          <w:lang w:eastAsia="cs-CZ"/>
        </w:rPr>
        <w:t>a) vyjádření, zda opravdu nepožaduje vybudování JOP (nezálohovaného pracoviště) v ŽST Jihlava město</w:t>
      </w:r>
    </w:p>
    <w:p w14:paraId="11DAD5A3" w14:textId="5DEBF8D3" w:rsidR="00E32645" w:rsidRPr="00BD5319" w:rsidRDefault="00E32645" w:rsidP="00E3264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91BD8">
        <w:rPr>
          <w:rFonts w:eastAsia="Calibri" w:cstheme="minorHAnsi"/>
          <w:bCs/>
          <w:lang w:eastAsia="cs-CZ"/>
        </w:rPr>
        <w:t>b) případné odstranění pol. č. 22,23 / úpravu množství u pol. č. 134, 135 na 1 kus.</w:t>
      </w:r>
    </w:p>
    <w:p w14:paraId="36CE66BE" w14:textId="77777777" w:rsidR="00E32645" w:rsidRPr="00BD5319" w:rsidRDefault="00E32645" w:rsidP="00E3264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274859BF" w14:textId="77777777" w:rsidR="00E32645" w:rsidRDefault="00E32645" w:rsidP="00E3264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14392255" w14:textId="77777777" w:rsidR="00DF4DF4" w:rsidRPr="005A2223" w:rsidRDefault="00DF4DF4" w:rsidP="00DF4DF4">
      <w:pPr>
        <w:spacing w:after="0" w:line="240" w:lineRule="auto"/>
        <w:rPr>
          <w:rFonts w:eastAsia="Calibri" w:cs="Times New Roman"/>
          <w:b/>
          <w:lang w:eastAsia="cs-CZ"/>
        </w:rPr>
      </w:pPr>
      <w:r w:rsidRPr="005A2223">
        <w:rPr>
          <w:rFonts w:eastAsia="Calibri" w:cs="Times New Roman"/>
          <w:b/>
          <w:lang w:eastAsia="cs-CZ"/>
        </w:rPr>
        <w:t>a) pracoviště bude vybudováno v místnosti údržby, ne v samostatné dopravní kanceláři – položky 22 a 23 jsou v pořádku</w:t>
      </w:r>
    </w:p>
    <w:p w14:paraId="01523DFB" w14:textId="6EE6D72A" w:rsidR="00E32645" w:rsidRPr="005A2223" w:rsidRDefault="00DF4DF4" w:rsidP="00DF4DF4">
      <w:pPr>
        <w:spacing w:after="0" w:line="240" w:lineRule="auto"/>
        <w:rPr>
          <w:rFonts w:eastAsia="Calibri" w:cs="Times New Roman"/>
          <w:b/>
          <w:lang w:eastAsia="cs-CZ"/>
        </w:rPr>
      </w:pPr>
      <w:r w:rsidRPr="005A2223">
        <w:rPr>
          <w:rFonts w:eastAsia="Calibri" w:cs="Times New Roman"/>
          <w:b/>
          <w:lang w:eastAsia="cs-CZ"/>
        </w:rPr>
        <w:t>b) položky 134 a 135 jsou v pořádku, protože zahrnují i nábytek pro servisní a diagnostické pracoviště (položky 24 a 25).</w:t>
      </w:r>
    </w:p>
    <w:p w14:paraId="401F8B62" w14:textId="77777777" w:rsidR="00E32645" w:rsidRDefault="00E32645" w:rsidP="00E32645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63B1F362" w14:textId="77777777" w:rsidR="00E32645" w:rsidRDefault="00E32645" w:rsidP="00E32645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1BAE79D7" w14:textId="725E06BB" w:rsidR="00E32645" w:rsidRDefault="00E32645" w:rsidP="00E3264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197</w:t>
      </w:r>
      <w:r w:rsidRPr="00BD5319">
        <w:rPr>
          <w:rFonts w:eastAsia="Calibri" w:cs="Times New Roman"/>
          <w:b/>
          <w:lang w:eastAsia="cs-CZ"/>
        </w:rPr>
        <w:t>:</w:t>
      </w:r>
    </w:p>
    <w:p w14:paraId="5AF52AD8" w14:textId="0A79973C" w:rsidR="00E32645" w:rsidRPr="00BD5319" w:rsidRDefault="00E32645" w:rsidP="00E32645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F91BD8">
        <w:rPr>
          <w:b/>
        </w:rPr>
        <w:t>PS 31-28-01 A – „Jihlava město, SZZ</w:t>
      </w:r>
      <w:r w:rsidRPr="00F91BD8">
        <w:rPr>
          <w:rFonts w:eastAsia="Calibri" w:cstheme="minorHAnsi"/>
          <w:bCs/>
          <w:lang w:eastAsia="cs-CZ"/>
        </w:rPr>
        <w:t xml:space="preserve">“: Zadavatel v rámci dodatku č. 7 (dotaz č. 122) opravil množství u pol. č. 3 a </w:t>
      </w:r>
      <w:r>
        <w:rPr>
          <w:rFonts w:eastAsia="Calibri" w:cstheme="minorHAnsi"/>
          <w:bCs/>
          <w:lang w:eastAsia="cs-CZ"/>
        </w:rPr>
        <w:t>pol.č.</w:t>
      </w:r>
      <w:r w:rsidRPr="00F91BD8">
        <w:rPr>
          <w:rFonts w:eastAsia="Calibri" w:cstheme="minorHAnsi"/>
          <w:bCs/>
          <w:lang w:eastAsia="cs-CZ"/>
        </w:rPr>
        <w:t xml:space="preserve">7 (protlak, chránička) na 251 m, resp. 302 m. Dle tabulky chrániček (příloha č. 10) se ale u většiny protlaků předpokládá vybudování 2 ks chrániček, tedy minimálně 2 x 251 m protlaků. Žádáme zadavatele o prověření množství u pol. č. 3 a </w:t>
      </w:r>
      <w:proofErr w:type="spellStart"/>
      <w:r>
        <w:rPr>
          <w:rFonts w:eastAsia="Calibri" w:cstheme="minorHAnsi"/>
          <w:bCs/>
          <w:lang w:eastAsia="cs-CZ"/>
        </w:rPr>
        <w:t>pol.č</w:t>
      </w:r>
      <w:proofErr w:type="spellEnd"/>
      <w:r>
        <w:rPr>
          <w:rFonts w:eastAsia="Calibri" w:cstheme="minorHAnsi"/>
          <w:bCs/>
          <w:lang w:eastAsia="cs-CZ"/>
        </w:rPr>
        <w:t xml:space="preserve">. </w:t>
      </w:r>
      <w:r w:rsidRPr="00F91BD8">
        <w:rPr>
          <w:rFonts w:eastAsia="Calibri" w:cstheme="minorHAnsi"/>
          <w:bCs/>
          <w:lang w:eastAsia="cs-CZ"/>
        </w:rPr>
        <w:t>7.</w:t>
      </w:r>
    </w:p>
    <w:p w14:paraId="0F84E12F" w14:textId="77777777" w:rsidR="00E32645" w:rsidRPr="00BD5319" w:rsidRDefault="00E32645" w:rsidP="00E3264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7BF9266" w14:textId="77777777" w:rsidR="00E32645" w:rsidRDefault="00E32645" w:rsidP="00E3264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00175F45" w14:textId="5C57013B" w:rsidR="00E32645" w:rsidRPr="005A2223" w:rsidRDefault="00DF4DF4" w:rsidP="00E32645">
      <w:pPr>
        <w:spacing w:after="0" w:line="240" w:lineRule="auto"/>
        <w:rPr>
          <w:rFonts w:eastAsia="Calibri" w:cs="Times New Roman"/>
          <w:b/>
          <w:lang w:eastAsia="cs-CZ"/>
        </w:rPr>
      </w:pPr>
      <w:r w:rsidRPr="005A2223">
        <w:rPr>
          <w:rFonts w:eastAsia="Calibri" w:cs="Times New Roman"/>
          <w:b/>
          <w:lang w:eastAsia="cs-CZ"/>
        </w:rPr>
        <w:t>V soupisu prací pro PS 31-28-01 byl u položky č. 7 opraven překlep. Správná hodnota je 502 m.</w:t>
      </w:r>
    </w:p>
    <w:p w14:paraId="09C9C3F5" w14:textId="77777777" w:rsidR="00E32645" w:rsidRDefault="00E32645" w:rsidP="00E32645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710DB5ED" w14:textId="77777777" w:rsidR="00E32645" w:rsidRDefault="00E32645" w:rsidP="00E32645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40448E1" w14:textId="3F603CFF" w:rsidR="00E32645" w:rsidRDefault="00E32645" w:rsidP="00E3264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>
        <w:rPr>
          <w:rFonts w:eastAsia="Calibri" w:cs="Times New Roman"/>
          <w:b/>
          <w:lang w:eastAsia="cs-CZ"/>
        </w:rPr>
        <w:t>198</w:t>
      </w:r>
      <w:r w:rsidRPr="00BD5319">
        <w:rPr>
          <w:rFonts w:eastAsia="Calibri" w:cs="Times New Roman"/>
          <w:b/>
          <w:lang w:eastAsia="cs-CZ"/>
        </w:rPr>
        <w:t>:</w:t>
      </w:r>
    </w:p>
    <w:p w14:paraId="0A270FC0" w14:textId="77777777" w:rsidR="00E32645" w:rsidRPr="00F91BD8" w:rsidRDefault="00E32645" w:rsidP="00E32645">
      <w:pPr>
        <w:spacing w:after="0"/>
        <w:rPr>
          <w:rFonts w:eastAsia="Calibri" w:cstheme="minorHAnsi"/>
          <w:bCs/>
          <w:lang w:eastAsia="cs-CZ"/>
        </w:rPr>
      </w:pPr>
      <w:r w:rsidRPr="00F91BD8">
        <w:rPr>
          <w:rFonts w:eastAsia="Calibri" w:cstheme="minorHAnsi"/>
          <w:b/>
          <w:bCs/>
          <w:lang w:eastAsia="cs-CZ"/>
        </w:rPr>
        <w:t>PS 31-28-01 B „Jihlava město, provizorní SZZ“</w:t>
      </w:r>
      <w:r w:rsidRPr="00F91BD8">
        <w:t>: Byl nalezen nesoulad s aktualizovaným soupisem prací, tabulkou kabelů a schématem kabelů u následujících položek.</w:t>
      </w:r>
    </w:p>
    <w:tbl>
      <w:tblPr>
        <w:tblStyle w:val="Mkatabulky"/>
        <w:tblW w:w="10456" w:type="dxa"/>
        <w:tblInd w:w="-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67"/>
        <w:gridCol w:w="5507"/>
        <w:gridCol w:w="1077"/>
        <w:gridCol w:w="1608"/>
        <w:gridCol w:w="1397"/>
      </w:tblGrid>
      <w:tr w:rsidR="00E32645" w:rsidRPr="00F91BD8" w14:paraId="7882EFD9" w14:textId="77777777" w:rsidTr="00E326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1793F90B" w14:textId="77777777" w:rsidR="00E32645" w:rsidRPr="00E32645" w:rsidRDefault="00E32645" w:rsidP="001D7F32">
            <w:pPr>
              <w:rPr>
                <w:sz w:val="16"/>
                <w:szCs w:val="20"/>
              </w:rPr>
            </w:pPr>
            <w:r w:rsidRPr="00E32645">
              <w:rPr>
                <w:sz w:val="16"/>
                <w:szCs w:val="20"/>
              </w:rPr>
              <w:t>č. pol.</w:t>
            </w:r>
          </w:p>
        </w:tc>
        <w:tc>
          <w:tcPr>
            <w:tcW w:w="550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22C5C8A1" w14:textId="77777777" w:rsidR="00E32645" w:rsidRPr="00E32645" w:rsidRDefault="00E32645" w:rsidP="001D7F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E32645">
              <w:rPr>
                <w:sz w:val="16"/>
                <w:szCs w:val="20"/>
              </w:rPr>
              <w:t>Název položky</w:t>
            </w:r>
          </w:p>
        </w:tc>
        <w:tc>
          <w:tcPr>
            <w:tcW w:w="107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18AE93B8" w14:textId="77777777" w:rsidR="00E32645" w:rsidRPr="00E32645" w:rsidRDefault="00E32645" w:rsidP="001D7F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E32645">
              <w:rPr>
                <w:sz w:val="16"/>
                <w:szCs w:val="20"/>
              </w:rPr>
              <w:t>MJ</w:t>
            </w:r>
          </w:p>
        </w:tc>
        <w:tc>
          <w:tcPr>
            <w:tcW w:w="160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7C65BB67" w14:textId="77777777" w:rsidR="00E32645" w:rsidRPr="00E32645" w:rsidRDefault="00E32645" w:rsidP="001D7F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E32645">
              <w:rPr>
                <w:sz w:val="16"/>
                <w:szCs w:val="20"/>
              </w:rPr>
              <w:t>Množství v soupisu prací</w:t>
            </w:r>
          </w:p>
        </w:tc>
        <w:tc>
          <w:tcPr>
            <w:tcW w:w="139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auto"/>
          </w:tcPr>
          <w:p w14:paraId="65D35C25" w14:textId="77777777" w:rsidR="00E32645" w:rsidRPr="00E32645" w:rsidRDefault="00E32645" w:rsidP="001D7F3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E32645">
              <w:rPr>
                <w:sz w:val="16"/>
                <w:szCs w:val="20"/>
              </w:rPr>
              <w:t>Vypočtené množství</w:t>
            </w:r>
          </w:p>
        </w:tc>
      </w:tr>
      <w:tr w:rsidR="00E32645" w:rsidRPr="00F91BD8" w14:paraId="0B5FE609" w14:textId="77777777" w:rsidTr="00E326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7" w:type="dxa"/>
            <w:shd w:val="clear" w:color="auto" w:fill="auto"/>
          </w:tcPr>
          <w:p w14:paraId="52385410" w14:textId="77777777" w:rsidR="00E32645" w:rsidRPr="00E32645" w:rsidRDefault="00E32645" w:rsidP="001D7F32">
            <w:pPr>
              <w:rPr>
                <w:sz w:val="16"/>
                <w:szCs w:val="20"/>
              </w:rPr>
            </w:pPr>
            <w:r w:rsidRPr="00E32645">
              <w:rPr>
                <w:sz w:val="16"/>
                <w:szCs w:val="20"/>
              </w:rPr>
              <w:t>7</w:t>
            </w:r>
          </w:p>
        </w:tc>
        <w:tc>
          <w:tcPr>
            <w:tcW w:w="5507" w:type="dxa"/>
            <w:shd w:val="clear" w:color="auto" w:fill="auto"/>
          </w:tcPr>
          <w:p w14:paraId="55FDC9F2" w14:textId="77777777" w:rsidR="00E32645" w:rsidRPr="00E32645" w:rsidRDefault="00E32645" w:rsidP="001D7F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E32645">
              <w:rPr>
                <w:sz w:val="16"/>
                <w:szCs w:val="20"/>
              </w:rPr>
              <w:t>ZATAŽENÍ A SPOJKOVÁNÍ KABELŮ SE STÍNĚNÍM DO 12 PÁRŮ - MONTÁŽ</w:t>
            </w:r>
          </w:p>
        </w:tc>
        <w:tc>
          <w:tcPr>
            <w:tcW w:w="1077" w:type="dxa"/>
            <w:shd w:val="clear" w:color="auto" w:fill="auto"/>
          </w:tcPr>
          <w:p w14:paraId="0439247B" w14:textId="77777777" w:rsidR="00E32645" w:rsidRPr="00E32645" w:rsidRDefault="00E32645" w:rsidP="001D7F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E32645">
              <w:rPr>
                <w:sz w:val="16"/>
                <w:szCs w:val="20"/>
              </w:rPr>
              <w:t>KMPÁR</w:t>
            </w:r>
          </w:p>
        </w:tc>
        <w:tc>
          <w:tcPr>
            <w:tcW w:w="1608" w:type="dxa"/>
            <w:shd w:val="clear" w:color="auto" w:fill="auto"/>
          </w:tcPr>
          <w:p w14:paraId="1F3934D0" w14:textId="77777777" w:rsidR="00E32645" w:rsidRPr="00E32645" w:rsidRDefault="00E32645" w:rsidP="001D7F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E32645">
              <w:rPr>
                <w:sz w:val="16"/>
                <w:szCs w:val="20"/>
              </w:rPr>
              <w:t>40,600</w:t>
            </w:r>
          </w:p>
        </w:tc>
        <w:tc>
          <w:tcPr>
            <w:tcW w:w="1397" w:type="dxa"/>
            <w:shd w:val="clear" w:color="auto" w:fill="auto"/>
          </w:tcPr>
          <w:p w14:paraId="70ABD6E4" w14:textId="77777777" w:rsidR="00E32645" w:rsidRPr="00E32645" w:rsidRDefault="00E32645" w:rsidP="001D7F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E32645">
              <w:rPr>
                <w:sz w:val="16"/>
                <w:szCs w:val="20"/>
              </w:rPr>
              <w:t>36,713</w:t>
            </w:r>
          </w:p>
        </w:tc>
      </w:tr>
      <w:tr w:rsidR="00E32645" w:rsidRPr="00F91BD8" w14:paraId="3A702729" w14:textId="77777777" w:rsidTr="00E326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7" w:type="dxa"/>
            <w:shd w:val="clear" w:color="auto" w:fill="auto"/>
          </w:tcPr>
          <w:p w14:paraId="7908AED3" w14:textId="77777777" w:rsidR="00E32645" w:rsidRPr="00E32645" w:rsidRDefault="00E32645" w:rsidP="001D7F32">
            <w:pPr>
              <w:rPr>
                <w:sz w:val="16"/>
                <w:szCs w:val="20"/>
              </w:rPr>
            </w:pPr>
            <w:r w:rsidRPr="00E32645">
              <w:rPr>
                <w:sz w:val="16"/>
                <w:szCs w:val="20"/>
              </w:rPr>
              <w:t>8</w:t>
            </w:r>
          </w:p>
        </w:tc>
        <w:tc>
          <w:tcPr>
            <w:tcW w:w="5507" w:type="dxa"/>
            <w:shd w:val="clear" w:color="auto" w:fill="auto"/>
          </w:tcPr>
          <w:p w14:paraId="5D27C066" w14:textId="77777777" w:rsidR="00E32645" w:rsidRPr="00E32645" w:rsidRDefault="00E32645" w:rsidP="001D7F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E32645">
              <w:rPr>
                <w:sz w:val="16"/>
                <w:szCs w:val="20"/>
              </w:rPr>
              <w:t>ZATAŽENÍ A SPOJKOVÁNÍ KABELŮ SE STÍNĚNÍM PŘES 12 PÁRŮ - MONTÁŽ</w:t>
            </w:r>
          </w:p>
        </w:tc>
        <w:tc>
          <w:tcPr>
            <w:tcW w:w="1077" w:type="dxa"/>
            <w:shd w:val="clear" w:color="auto" w:fill="auto"/>
          </w:tcPr>
          <w:p w14:paraId="590CEAAF" w14:textId="77777777" w:rsidR="00E32645" w:rsidRPr="00E32645" w:rsidRDefault="00E32645" w:rsidP="001D7F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E32645">
              <w:rPr>
                <w:sz w:val="16"/>
                <w:szCs w:val="20"/>
              </w:rPr>
              <w:t>KMPÁR</w:t>
            </w:r>
          </w:p>
        </w:tc>
        <w:tc>
          <w:tcPr>
            <w:tcW w:w="1608" w:type="dxa"/>
            <w:shd w:val="clear" w:color="auto" w:fill="auto"/>
          </w:tcPr>
          <w:p w14:paraId="5F942F69" w14:textId="77777777" w:rsidR="00E32645" w:rsidRPr="00E32645" w:rsidRDefault="00E32645" w:rsidP="001D7F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E32645">
              <w:rPr>
                <w:sz w:val="16"/>
                <w:szCs w:val="20"/>
              </w:rPr>
              <w:t>57,600</w:t>
            </w:r>
          </w:p>
        </w:tc>
        <w:tc>
          <w:tcPr>
            <w:tcW w:w="1397" w:type="dxa"/>
            <w:shd w:val="clear" w:color="auto" w:fill="auto"/>
          </w:tcPr>
          <w:p w14:paraId="52EBC84E" w14:textId="77777777" w:rsidR="00E32645" w:rsidRPr="00E32645" w:rsidRDefault="00E32645" w:rsidP="001D7F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E32645">
              <w:rPr>
                <w:sz w:val="16"/>
                <w:szCs w:val="20"/>
              </w:rPr>
              <w:t>50,768</w:t>
            </w:r>
          </w:p>
        </w:tc>
      </w:tr>
      <w:tr w:rsidR="00E32645" w:rsidRPr="00F91BD8" w14:paraId="509BC857" w14:textId="77777777" w:rsidTr="00E326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7" w:type="dxa"/>
            <w:shd w:val="clear" w:color="auto" w:fill="auto"/>
          </w:tcPr>
          <w:p w14:paraId="7B9B2D07" w14:textId="77777777" w:rsidR="00E32645" w:rsidRPr="00E32645" w:rsidRDefault="00E32645" w:rsidP="001D7F32">
            <w:pPr>
              <w:rPr>
                <w:sz w:val="16"/>
                <w:szCs w:val="20"/>
              </w:rPr>
            </w:pPr>
            <w:r w:rsidRPr="00E32645">
              <w:rPr>
                <w:sz w:val="16"/>
                <w:szCs w:val="20"/>
              </w:rPr>
              <w:t>85</w:t>
            </w:r>
          </w:p>
        </w:tc>
        <w:tc>
          <w:tcPr>
            <w:tcW w:w="5507" w:type="dxa"/>
            <w:shd w:val="clear" w:color="auto" w:fill="auto"/>
          </w:tcPr>
          <w:p w14:paraId="0B1B5D48" w14:textId="77777777" w:rsidR="00E32645" w:rsidRPr="00E32645" w:rsidRDefault="00E32645" w:rsidP="001D7F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E32645">
              <w:rPr>
                <w:sz w:val="16"/>
                <w:szCs w:val="20"/>
              </w:rPr>
              <w:t>KABEL METALICKÝ SE STÍNĚNÍM DO 12 PÁRŮ - PRONÁJEM</w:t>
            </w:r>
          </w:p>
        </w:tc>
        <w:tc>
          <w:tcPr>
            <w:tcW w:w="1077" w:type="dxa"/>
            <w:shd w:val="clear" w:color="auto" w:fill="auto"/>
          </w:tcPr>
          <w:p w14:paraId="33D650D3" w14:textId="77777777" w:rsidR="00E32645" w:rsidRPr="00E32645" w:rsidRDefault="00E32645" w:rsidP="001D7F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E32645">
              <w:rPr>
                <w:sz w:val="16"/>
                <w:szCs w:val="20"/>
              </w:rPr>
              <w:t>KMPÁR/MĚ</w:t>
            </w:r>
          </w:p>
        </w:tc>
        <w:tc>
          <w:tcPr>
            <w:tcW w:w="1608" w:type="dxa"/>
            <w:shd w:val="clear" w:color="auto" w:fill="auto"/>
          </w:tcPr>
          <w:p w14:paraId="3FE774EF" w14:textId="77777777" w:rsidR="00E32645" w:rsidRPr="00E32645" w:rsidRDefault="00E32645" w:rsidP="001D7F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E32645">
              <w:rPr>
                <w:sz w:val="16"/>
                <w:szCs w:val="20"/>
              </w:rPr>
              <w:t>408,720</w:t>
            </w:r>
          </w:p>
        </w:tc>
        <w:tc>
          <w:tcPr>
            <w:tcW w:w="1397" w:type="dxa"/>
            <w:shd w:val="clear" w:color="auto" w:fill="auto"/>
          </w:tcPr>
          <w:p w14:paraId="2D7DDD33" w14:textId="77777777" w:rsidR="00E32645" w:rsidRPr="00E32645" w:rsidRDefault="00E32645" w:rsidP="001D7F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E32645">
              <w:rPr>
                <w:sz w:val="16"/>
                <w:szCs w:val="20"/>
              </w:rPr>
              <w:t>440,556</w:t>
            </w:r>
          </w:p>
        </w:tc>
      </w:tr>
      <w:tr w:rsidR="00E32645" w:rsidRPr="00F91BD8" w14:paraId="58E9B96F" w14:textId="77777777" w:rsidTr="00E326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7" w:type="dxa"/>
            <w:shd w:val="clear" w:color="auto" w:fill="auto"/>
          </w:tcPr>
          <w:p w14:paraId="03619125" w14:textId="77777777" w:rsidR="00E32645" w:rsidRPr="00E32645" w:rsidRDefault="00E32645" w:rsidP="001D7F32">
            <w:pPr>
              <w:rPr>
                <w:sz w:val="16"/>
                <w:szCs w:val="20"/>
              </w:rPr>
            </w:pPr>
            <w:r w:rsidRPr="00E32645">
              <w:rPr>
                <w:sz w:val="16"/>
                <w:szCs w:val="20"/>
              </w:rPr>
              <w:t>86</w:t>
            </w:r>
          </w:p>
        </w:tc>
        <w:tc>
          <w:tcPr>
            <w:tcW w:w="5507" w:type="dxa"/>
            <w:shd w:val="clear" w:color="auto" w:fill="auto"/>
          </w:tcPr>
          <w:p w14:paraId="5109DC42" w14:textId="77777777" w:rsidR="00E32645" w:rsidRPr="00E32645" w:rsidRDefault="00E32645" w:rsidP="001D7F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E32645">
              <w:rPr>
                <w:sz w:val="16"/>
                <w:szCs w:val="20"/>
              </w:rPr>
              <w:t>KABEL METALICKÝ SE STÍNĚNÍM PŘES 12 PÁRŮ - PRONÁJEM</w:t>
            </w:r>
          </w:p>
        </w:tc>
        <w:tc>
          <w:tcPr>
            <w:tcW w:w="1077" w:type="dxa"/>
            <w:shd w:val="clear" w:color="auto" w:fill="auto"/>
          </w:tcPr>
          <w:p w14:paraId="0253A313" w14:textId="77777777" w:rsidR="00E32645" w:rsidRPr="00E32645" w:rsidRDefault="00E32645" w:rsidP="001D7F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E32645">
              <w:rPr>
                <w:sz w:val="16"/>
                <w:szCs w:val="20"/>
              </w:rPr>
              <w:t>KMPÁR/MĚ</w:t>
            </w:r>
          </w:p>
        </w:tc>
        <w:tc>
          <w:tcPr>
            <w:tcW w:w="1608" w:type="dxa"/>
            <w:shd w:val="clear" w:color="auto" w:fill="auto"/>
          </w:tcPr>
          <w:p w14:paraId="5DA3D43C" w14:textId="77777777" w:rsidR="00E32645" w:rsidRPr="00E32645" w:rsidRDefault="00E32645" w:rsidP="001D7F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E32645">
              <w:rPr>
                <w:sz w:val="16"/>
                <w:szCs w:val="20"/>
              </w:rPr>
              <w:t>691,200</w:t>
            </w:r>
          </w:p>
        </w:tc>
        <w:tc>
          <w:tcPr>
            <w:tcW w:w="1397" w:type="dxa"/>
            <w:shd w:val="clear" w:color="auto" w:fill="auto"/>
          </w:tcPr>
          <w:p w14:paraId="7111F4D0" w14:textId="77777777" w:rsidR="00E32645" w:rsidRPr="00E32645" w:rsidRDefault="00E32645" w:rsidP="001D7F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E32645">
              <w:rPr>
                <w:sz w:val="16"/>
                <w:szCs w:val="20"/>
              </w:rPr>
              <w:t>609,216</w:t>
            </w:r>
          </w:p>
        </w:tc>
      </w:tr>
      <w:tr w:rsidR="00E32645" w:rsidRPr="00F91BD8" w14:paraId="768A2743" w14:textId="77777777" w:rsidTr="00E3264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67" w:type="dxa"/>
            <w:shd w:val="clear" w:color="auto" w:fill="auto"/>
          </w:tcPr>
          <w:p w14:paraId="197BCA7E" w14:textId="77777777" w:rsidR="00E32645" w:rsidRPr="00E32645" w:rsidRDefault="00E32645" w:rsidP="001D7F32">
            <w:pPr>
              <w:rPr>
                <w:sz w:val="16"/>
                <w:szCs w:val="20"/>
              </w:rPr>
            </w:pPr>
            <w:r w:rsidRPr="00E32645">
              <w:rPr>
                <w:sz w:val="16"/>
                <w:szCs w:val="20"/>
              </w:rPr>
              <w:t>78</w:t>
            </w:r>
          </w:p>
        </w:tc>
        <w:tc>
          <w:tcPr>
            <w:tcW w:w="5507" w:type="dxa"/>
            <w:shd w:val="clear" w:color="auto" w:fill="auto"/>
          </w:tcPr>
          <w:p w14:paraId="3D13FE38" w14:textId="77777777" w:rsidR="00E32645" w:rsidRPr="00E32645" w:rsidRDefault="00E32645" w:rsidP="001D7F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E32645">
              <w:rPr>
                <w:sz w:val="16"/>
                <w:szCs w:val="20"/>
              </w:rPr>
              <w:t>ZATAŽENÍ A SPOJKOVÁNÍ KABELŮ SE STÍNĚNÍM DO 12 PÁRŮ - DEMONTÁŽ</w:t>
            </w:r>
          </w:p>
        </w:tc>
        <w:tc>
          <w:tcPr>
            <w:tcW w:w="1077" w:type="dxa"/>
            <w:shd w:val="clear" w:color="auto" w:fill="auto"/>
          </w:tcPr>
          <w:p w14:paraId="430C77E5" w14:textId="77777777" w:rsidR="00E32645" w:rsidRPr="00E32645" w:rsidRDefault="00E32645" w:rsidP="001D7F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E32645">
              <w:rPr>
                <w:sz w:val="16"/>
                <w:szCs w:val="20"/>
              </w:rPr>
              <w:t>KMPÁR</w:t>
            </w:r>
          </w:p>
        </w:tc>
        <w:tc>
          <w:tcPr>
            <w:tcW w:w="1608" w:type="dxa"/>
            <w:shd w:val="clear" w:color="auto" w:fill="auto"/>
          </w:tcPr>
          <w:p w14:paraId="506065F4" w14:textId="77777777" w:rsidR="00E32645" w:rsidRPr="00E32645" w:rsidRDefault="00E32645" w:rsidP="001D7F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E32645">
              <w:rPr>
                <w:sz w:val="16"/>
                <w:szCs w:val="20"/>
              </w:rPr>
              <w:t>35,483</w:t>
            </w:r>
          </w:p>
        </w:tc>
        <w:tc>
          <w:tcPr>
            <w:tcW w:w="1397" w:type="dxa"/>
            <w:shd w:val="clear" w:color="auto" w:fill="auto"/>
          </w:tcPr>
          <w:p w14:paraId="1D3432B6" w14:textId="77777777" w:rsidR="00E32645" w:rsidRPr="00E32645" w:rsidRDefault="00E32645" w:rsidP="001D7F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20"/>
              </w:rPr>
            </w:pPr>
            <w:r w:rsidRPr="00E32645">
              <w:rPr>
                <w:sz w:val="16"/>
                <w:szCs w:val="20"/>
              </w:rPr>
              <w:t>36,713</w:t>
            </w:r>
          </w:p>
        </w:tc>
      </w:tr>
    </w:tbl>
    <w:p w14:paraId="0366646B" w14:textId="2D11298E" w:rsidR="00E32645" w:rsidRPr="00BD5319" w:rsidRDefault="00E32645" w:rsidP="00E32645">
      <w:pPr>
        <w:spacing w:after="0" w:line="240" w:lineRule="auto"/>
        <w:rPr>
          <w:rFonts w:eastAsia="Calibri" w:cs="Times New Roman"/>
          <w:b/>
          <w:lang w:eastAsia="cs-CZ"/>
        </w:rPr>
      </w:pPr>
      <w:r w:rsidRPr="00F91BD8">
        <w:rPr>
          <w:rFonts w:eastAsia="Calibri" w:cstheme="minorHAnsi"/>
          <w:bCs/>
          <w:lang w:eastAsia="cs-CZ"/>
        </w:rPr>
        <w:t>Žádáme zadavatele o prověření.</w:t>
      </w:r>
    </w:p>
    <w:p w14:paraId="536CA98B" w14:textId="77777777" w:rsidR="00E32645" w:rsidRPr="00BD5319" w:rsidRDefault="00E32645" w:rsidP="00E32645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AB1101E" w14:textId="77777777" w:rsidR="00E32645" w:rsidRDefault="00E32645" w:rsidP="00E32645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193F148E" w14:textId="116B883D" w:rsidR="00E32645" w:rsidRPr="005A2223" w:rsidRDefault="00DF4DF4" w:rsidP="00E32645">
      <w:pPr>
        <w:spacing w:after="0" w:line="240" w:lineRule="auto"/>
        <w:rPr>
          <w:rFonts w:eastAsia="Calibri" w:cs="Times New Roman"/>
          <w:b/>
          <w:lang w:eastAsia="cs-CZ"/>
        </w:rPr>
      </w:pPr>
      <w:r w:rsidRPr="005A2223">
        <w:rPr>
          <w:rFonts w:eastAsia="Calibri" w:cs="Times New Roman"/>
          <w:b/>
          <w:lang w:eastAsia="cs-CZ"/>
        </w:rPr>
        <w:t>V soupisu prací pro PS 31-28-01 B bylo opraveno množství u uvedených položek.</w:t>
      </w:r>
    </w:p>
    <w:p w14:paraId="0BA21579" w14:textId="77777777" w:rsidR="00E32645" w:rsidRPr="00BD5319" w:rsidRDefault="00E32645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4D661DE3" w14:textId="77777777" w:rsidR="00BD5319" w:rsidRDefault="00BD5319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2170C1BB" w14:textId="77777777" w:rsidR="005A2223" w:rsidRDefault="005A2223" w:rsidP="005A222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>
        <w:rPr>
          <w:rFonts w:eastAsia="Calibri" w:cs="Times New Roman"/>
          <w:b/>
          <w:lang w:eastAsia="cs-CZ"/>
        </w:rPr>
        <w:t>99</w:t>
      </w:r>
      <w:r w:rsidRPr="00BD5319">
        <w:rPr>
          <w:rFonts w:eastAsia="Calibri" w:cs="Times New Roman"/>
          <w:b/>
          <w:lang w:eastAsia="cs-CZ"/>
        </w:rPr>
        <w:t>:</w:t>
      </w:r>
    </w:p>
    <w:p w14:paraId="7DC4E564" w14:textId="77777777" w:rsidR="005A2223" w:rsidRDefault="005A2223" w:rsidP="005A2223">
      <w:r>
        <w:t>SO 31-32-01 ŽST Jihlava město, mobiliář</w:t>
      </w:r>
      <w:r>
        <w:br/>
        <w:t>Po prostudování poskytnutých podkladů jsme nalezli nesrovnalosti mezi soupisem prací, katalogem (dokument D.2.2.6.1.A.002_KAT_00) a technickou zprávou (D.2.2.6.1.A.001_TZ_00)</w:t>
      </w:r>
    </w:p>
    <w:p w14:paraId="05A131F5" w14:textId="77777777" w:rsidR="005A2223" w:rsidRPr="00BD5319" w:rsidRDefault="005A2223" w:rsidP="005A2223">
      <w:pPr>
        <w:spacing w:after="0" w:line="240" w:lineRule="auto"/>
        <w:rPr>
          <w:rFonts w:eastAsia="Calibri" w:cs="Times New Roman"/>
          <w:b/>
          <w:lang w:eastAsia="cs-CZ"/>
        </w:rPr>
      </w:pPr>
      <w:r>
        <w:t xml:space="preserve">V katalogu ve výpisu prvků figurují tři typy sedacího </w:t>
      </w:r>
      <w:proofErr w:type="gramStart"/>
      <w:r>
        <w:t>nábytku :</w:t>
      </w:r>
      <w:proofErr w:type="gramEnd"/>
      <w:r>
        <w:t xml:space="preserve"> M_001, M_002, M_003</w:t>
      </w:r>
      <w:r>
        <w:br/>
      </w:r>
      <w:r>
        <w:br/>
        <w:t xml:space="preserve">V soupisu prací se sedací nábytek vyskytuje ještě pod označením M_005, M_008 a M_009 </w:t>
      </w:r>
      <w:r>
        <w:br/>
        <w:t>V technické zprávě ani v katalogu nejsou tyto sestavy zobrazeny.</w:t>
      </w:r>
      <w:r>
        <w:br/>
        <w:t>Žádáme zadavatele o poskytnutí informací, o jaký sedací nábytek se jedná.</w:t>
      </w:r>
      <w:r>
        <w:br/>
      </w:r>
      <w:r>
        <w:br/>
        <w:t>V soupisu prací jsme nenalezli položku na koš pro tříděný odpad uvedený v katalogu výrobků pod označením M_005 v počtu 4ks.</w:t>
      </w:r>
      <w:r>
        <w:br/>
        <w:t>Žádáme zadavatele o prověření.</w:t>
      </w:r>
    </w:p>
    <w:p w14:paraId="1406249A" w14:textId="77777777" w:rsidR="005A2223" w:rsidRPr="00BD5319" w:rsidRDefault="005A2223" w:rsidP="005A222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AB6DBF2" w14:textId="77777777" w:rsidR="005A2223" w:rsidRDefault="005A2223" w:rsidP="005A222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6420AF00" w14:textId="77777777" w:rsidR="005A2223" w:rsidRPr="005A2223" w:rsidRDefault="005A2223" w:rsidP="005A222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A2223">
        <w:rPr>
          <w:rFonts w:eastAsia="Calibri" w:cs="Times New Roman"/>
          <w:b/>
          <w:lang w:eastAsia="cs-CZ"/>
        </w:rPr>
        <w:t xml:space="preserve">Při převodů soupisů prací došlo chybě. </w:t>
      </w:r>
    </w:p>
    <w:p w14:paraId="54E675E8" w14:textId="77777777" w:rsidR="005A2223" w:rsidRPr="005A2223" w:rsidRDefault="005A2223" w:rsidP="005A222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A2223">
        <w:rPr>
          <w:rFonts w:eastAsia="Calibri" w:cs="Times New Roman"/>
          <w:b/>
          <w:lang w:eastAsia="cs-CZ"/>
        </w:rPr>
        <w:t xml:space="preserve">Položky M_005, M_008 a M_009 byly spolu s poznámkami k výrobkům nesprávně převedeny. Počty a jednotkové ceny souhlasí. </w:t>
      </w:r>
    </w:p>
    <w:p w14:paraId="28461621" w14:textId="77777777" w:rsidR="005A2223" w:rsidRPr="005A2223" w:rsidRDefault="005A2223" w:rsidP="005A222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A2223">
        <w:rPr>
          <w:rFonts w:eastAsia="Calibri" w:cs="Times New Roman"/>
          <w:b/>
          <w:lang w:eastAsia="cs-CZ"/>
        </w:rPr>
        <w:t>Soupis prací opraven</w:t>
      </w:r>
    </w:p>
    <w:p w14:paraId="23CBC974" w14:textId="77777777" w:rsidR="005A2223" w:rsidRPr="005A2223" w:rsidRDefault="005A2223" w:rsidP="005A222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A2223">
        <w:rPr>
          <w:rFonts w:eastAsia="Calibri" w:cs="Times New Roman"/>
          <w:b/>
          <w:lang w:eastAsia="cs-CZ"/>
        </w:rPr>
        <w:t>Vzhled sedacího nábytku je uveden v dokumentu D.2.2.6.1.A.002_KAT_00 na str. 3 a 4.</w:t>
      </w:r>
    </w:p>
    <w:p w14:paraId="76A376DF" w14:textId="77777777" w:rsidR="005A2223" w:rsidRPr="00BD5319" w:rsidRDefault="005A2223" w:rsidP="005A222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8143BB9" w14:textId="77777777" w:rsidR="005A2223" w:rsidRDefault="005A2223" w:rsidP="005A222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3B442C02" w14:textId="77777777" w:rsidR="005A2223" w:rsidRDefault="005A2223" w:rsidP="005A222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2</w:t>
      </w:r>
      <w:r>
        <w:rPr>
          <w:rFonts w:eastAsia="Calibri" w:cs="Times New Roman"/>
          <w:b/>
          <w:lang w:eastAsia="cs-CZ"/>
        </w:rPr>
        <w:t>00</w:t>
      </w:r>
      <w:r w:rsidRPr="00BD5319">
        <w:rPr>
          <w:rFonts w:eastAsia="Calibri" w:cs="Times New Roman"/>
          <w:b/>
          <w:lang w:eastAsia="cs-CZ"/>
        </w:rPr>
        <w:t>:</w:t>
      </w:r>
    </w:p>
    <w:p w14:paraId="41590FAF" w14:textId="77777777" w:rsidR="005A2223" w:rsidRPr="00797B75" w:rsidRDefault="005A2223" w:rsidP="005A2223">
      <w:pPr>
        <w:spacing w:after="160" w:line="259" w:lineRule="auto"/>
        <w:rPr>
          <w:rFonts w:eastAsia="Times New Roman"/>
        </w:rPr>
      </w:pPr>
      <w:r w:rsidRPr="00797B75">
        <w:rPr>
          <w:rFonts w:eastAsia="Times New Roman"/>
          <w:b/>
        </w:rPr>
        <w:t>PS 31-31-01 (ŽST Jihlava město, výtahy u podchodu v km 91,089)</w:t>
      </w:r>
      <w:r w:rsidRPr="00797B75">
        <w:rPr>
          <w:rFonts w:eastAsia="Times New Roman"/>
        </w:rPr>
        <w:t xml:space="preserve"> se nachází položka:</w:t>
      </w:r>
    </w:p>
    <w:p w14:paraId="10BB86F1" w14:textId="77777777" w:rsidR="005A2223" w:rsidRPr="008F5B6D" w:rsidRDefault="005A2223" w:rsidP="005A2223">
      <w:pPr>
        <w:rPr>
          <w:rFonts w:eastAsia="Times New Roman"/>
        </w:rPr>
      </w:pPr>
      <w:proofErr w:type="gramStart"/>
      <w:r>
        <w:rPr>
          <w:rFonts w:eastAsia="Times New Roman"/>
        </w:rPr>
        <w:t xml:space="preserve">č.15 </w:t>
      </w:r>
      <w:r w:rsidRPr="008F5B6D">
        <w:rPr>
          <w:rFonts w:eastAsia="Times New Roman"/>
        </w:rPr>
        <w:t xml:space="preserve"> Rxx</w:t>
      </w:r>
      <w:proofErr w:type="gramEnd"/>
      <w:r w:rsidRPr="008F5B6D">
        <w:rPr>
          <w:rFonts w:eastAsia="Times New Roman"/>
        </w:rPr>
        <w:t>2</w:t>
      </w:r>
      <w:r>
        <w:rPr>
          <w:rFonts w:eastAsia="Times New Roman"/>
        </w:rPr>
        <w:t xml:space="preserve">  </w:t>
      </w:r>
      <w:r w:rsidRPr="008F5B6D">
        <w:rPr>
          <w:rFonts w:eastAsia="Times New Roman"/>
        </w:rPr>
        <w:t>Čerpadlo v jímce včetně potrubí napojené na drážní kanalizaci včetně všech potřebný armatur, montáže a pomocných stavebních prací</w:t>
      </w:r>
      <w:r>
        <w:rPr>
          <w:rFonts w:eastAsia="Times New Roman"/>
        </w:rPr>
        <w:t xml:space="preserve">     KUS 1 </w:t>
      </w:r>
    </w:p>
    <w:p w14:paraId="05348147" w14:textId="77777777" w:rsidR="005A2223" w:rsidRDefault="005A2223" w:rsidP="005A2223">
      <w:pPr>
        <w:spacing w:after="0"/>
        <w:rPr>
          <w:color w:val="000000"/>
        </w:rPr>
      </w:pPr>
      <w:r>
        <w:rPr>
          <w:color w:val="000000"/>
        </w:rPr>
        <w:t>Tato položka je evidentně součástí ZTI stavby. </w:t>
      </w:r>
    </w:p>
    <w:p w14:paraId="4A503D56" w14:textId="77777777" w:rsidR="005A2223" w:rsidRPr="00BD5319" w:rsidRDefault="005A2223" w:rsidP="005A2223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color w:val="000000"/>
        </w:rPr>
        <w:t>Žádáme tedy zadavatele o prověření, zda by tato položka neměla být obsažena v patřičném jiném PS/SO. Žádáme zadavatele o její přesunutí.</w:t>
      </w:r>
    </w:p>
    <w:p w14:paraId="034DDD18" w14:textId="77777777" w:rsidR="005A2223" w:rsidRPr="00BD5319" w:rsidRDefault="005A2223" w:rsidP="005A2223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5D2794D2" w14:textId="77777777" w:rsidR="005A2223" w:rsidRDefault="005A2223" w:rsidP="005A222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5285117C" w14:textId="77777777" w:rsidR="005A2223" w:rsidRPr="005A2223" w:rsidRDefault="005A2223" w:rsidP="005A2223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5A2223">
        <w:rPr>
          <w:rFonts w:eastAsia="Calibri" w:cs="Times New Roman"/>
          <w:b/>
          <w:lang w:eastAsia="cs-CZ"/>
        </w:rPr>
        <w:t xml:space="preserve">Uvedená problematika byla již řešena v rámci dotazu č.62, kde projektant doplnil položku čerpadel. Na základě uvedeného je položka č.15 v rámci SO 31-31-01 vypuštěna z rozpočtu. </w:t>
      </w:r>
    </w:p>
    <w:p w14:paraId="55FCA0AE" w14:textId="77777777" w:rsidR="005A2223" w:rsidRPr="00797B75" w:rsidRDefault="005A2223" w:rsidP="005A2223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797B75">
        <w:rPr>
          <w:rFonts w:eastAsia="Calibri" w:cs="Times New Roman"/>
          <w:b/>
          <w:color w:val="FF0000"/>
          <w:lang w:eastAsia="cs-CZ"/>
        </w:rPr>
        <w:t xml:space="preserve"> </w:t>
      </w:r>
    </w:p>
    <w:p w14:paraId="64E85343" w14:textId="77777777" w:rsidR="005A2223" w:rsidRPr="00BD5319" w:rsidRDefault="005A2223" w:rsidP="00BD5319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30619640" w14:textId="77777777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ACDDA1C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6353B3D" w14:textId="08222FDE" w:rsidR="00664163" w:rsidRDefault="00664163" w:rsidP="005A2223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</w:t>
      </w:r>
      <w:proofErr w:type="spellStart"/>
      <w:r w:rsidRPr="00C87717">
        <w:rPr>
          <w:rFonts w:eastAsia="Times New Roman" w:cs="Times New Roman"/>
          <w:lang w:eastAsia="cs-CZ"/>
        </w:rPr>
        <w:t>ust</w:t>
      </w:r>
      <w:proofErr w:type="spellEnd"/>
      <w:r w:rsidRPr="00C87717">
        <w:rPr>
          <w:rFonts w:eastAsia="Times New Roman" w:cs="Times New Roman"/>
          <w:lang w:eastAsia="cs-CZ"/>
        </w:rPr>
        <w:t xml:space="preserve">. § 99 odst. 2 ZZVZ a prodlužuje lhůtu pro podání nabídek ze dne </w:t>
      </w:r>
      <w:r w:rsidR="005A2223" w:rsidRPr="005A2223">
        <w:rPr>
          <w:rFonts w:eastAsia="Times New Roman" w:cs="Times New Roman"/>
          <w:b/>
          <w:bCs/>
          <w:lang w:eastAsia="cs-CZ"/>
        </w:rPr>
        <w:t>27. 5. 2024</w:t>
      </w:r>
      <w:r w:rsidRPr="00C87717">
        <w:rPr>
          <w:rFonts w:eastAsia="Times New Roman" w:cs="Times New Roman"/>
          <w:lang w:eastAsia="cs-CZ"/>
        </w:rPr>
        <w:t xml:space="preserve"> na den </w:t>
      </w:r>
      <w:r w:rsidR="005A2223" w:rsidRPr="005A2223">
        <w:rPr>
          <w:rFonts w:eastAsia="Times New Roman" w:cs="Times New Roman"/>
          <w:b/>
          <w:bCs/>
          <w:lang w:eastAsia="cs-CZ"/>
        </w:rPr>
        <w:t>28. 5. 2024</w:t>
      </w:r>
      <w:r w:rsidRPr="00C87717">
        <w:rPr>
          <w:rFonts w:eastAsia="Times New Roman" w:cs="Times New Roman"/>
          <w:lang w:eastAsia="cs-CZ"/>
        </w:rPr>
        <w:t>.</w:t>
      </w:r>
    </w:p>
    <w:p w14:paraId="332E6F8C" w14:textId="77777777" w:rsidR="00664163" w:rsidRDefault="00664163" w:rsidP="00664163">
      <w:pPr>
        <w:pStyle w:val="Odstavecseseznamem"/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FE4E137" w14:textId="1B4167D6" w:rsidR="00664163" w:rsidRPr="00C10590" w:rsidRDefault="00664163" w:rsidP="00C1059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2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C10590" w:rsidRPr="00C10590">
        <w:rPr>
          <w:rFonts w:eastAsia="Times New Roman" w:cs="Times New Roman"/>
          <w:lang w:eastAsia="cs-CZ"/>
        </w:rPr>
        <w:t>Z2024-014535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7118AB88" w14:textId="5ADAD774" w:rsidR="00664163" w:rsidRPr="00BD5319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44FB612D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5A2223" w:rsidRPr="005A2223">
        <w:rPr>
          <w:rFonts w:eastAsia="Times New Roman" w:cs="Times New Roman"/>
          <w:b/>
          <w:bCs/>
          <w:lang w:eastAsia="cs-CZ"/>
        </w:rPr>
        <w:t>27. 05. 2024</w:t>
      </w:r>
      <w:r>
        <w:rPr>
          <w:rFonts w:eastAsia="Times New Roman" w:cs="Times New Roman"/>
          <w:lang w:eastAsia="cs-CZ"/>
        </w:rPr>
        <w:t xml:space="preserve">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5A2223">
        <w:rPr>
          <w:rFonts w:eastAsia="Times New Roman" w:cs="Times New Roman"/>
          <w:b/>
          <w:bCs/>
          <w:color w:val="000000" w:themeColor="text1"/>
          <w:lang w:eastAsia="cs-CZ"/>
        </w:rPr>
        <w:t>28. 05. 2024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lastRenderedPageBreak/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3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701BD6DD" w:rsidR="00664163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4102A4">
        <w:rPr>
          <w:rFonts w:eastAsia="Calibri" w:cs="Times New Roman"/>
          <w:b/>
          <w:bCs/>
          <w:lang w:eastAsia="cs-CZ"/>
        </w:rPr>
        <w:t>Příloha:</w:t>
      </w:r>
      <w:r w:rsidRPr="00BD5319">
        <w:rPr>
          <w:rFonts w:eastAsia="Calibri" w:cs="Times New Roman"/>
          <w:b/>
          <w:bCs/>
          <w:lang w:eastAsia="cs-CZ"/>
        </w:rPr>
        <w:t xml:space="preserve"> </w:t>
      </w:r>
    </w:p>
    <w:p w14:paraId="10197112" w14:textId="35E8F892" w:rsidR="004102A4" w:rsidRDefault="004102A4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102A4">
        <w:rPr>
          <w:rFonts w:eastAsia="Calibri" w:cs="Times New Roman"/>
          <w:b/>
          <w:bCs/>
          <w:lang w:eastAsia="cs-CZ"/>
        </w:rPr>
        <w:t>D.1.1.2.2.2_Situacni_schema</w:t>
      </w:r>
      <w:r>
        <w:rPr>
          <w:rFonts w:eastAsia="Calibri" w:cs="Times New Roman"/>
          <w:b/>
          <w:bCs/>
          <w:lang w:eastAsia="cs-CZ"/>
        </w:rPr>
        <w:t>.dwg</w:t>
      </w:r>
    </w:p>
    <w:p w14:paraId="75DB9C67" w14:textId="6CF695C4" w:rsidR="004102A4" w:rsidRDefault="004102A4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102A4">
        <w:rPr>
          <w:rFonts w:eastAsia="Calibri" w:cs="Times New Roman"/>
          <w:b/>
          <w:bCs/>
          <w:lang w:eastAsia="cs-CZ"/>
        </w:rPr>
        <w:t>D.1.1.2.2.2_Situacni_schema</w:t>
      </w:r>
      <w:r>
        <w:rPr>
          <w:rFonts w:eastAsia="Calibri" w:cs="Times New Roman"/>
          <w:b/>
          <w:bCs/>
          <w:lang w:eastAsia="cs-CZ"/>
        </w:rPr>
        <w:t>.pdf</w:t>
      </w:r>
    </w:p>
    <w:p w14:paraId="0687BAEE" w14:textId="22142369" w:rsidR="004102A4" w:rsidRDefault="004102A4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102A4">
        <w:rPr>
          <w:rFonts w:eastAsia="Calibri" w:cs="Times New Roman"/>
          <w:b/>
          <w:bCs/>
          <w:lang w:eastAsia="cs-CZ"/>
        </w:rPr>
        <w:t>XDC_Jihlava_mesto_zm11_20240506</w:t>
      </w:r>
      <w:r>
        <w:rPr>
          <w:rFonts w:eastAsia="Calibri" w:cs="Times New Roman"/>
          <w:b/>
          <w:bCs/>
          <w:lang w:eastAsia="cs-CZ"/>
        </w:rPr>
        <w:t>.xml</w:t>
      </w:r>
    </w:p>
    <w:p w14:paraId="63F5BE23" w14:textId="349E9738" w:rsidR="004102A4" w:rsidRPr="00BD5319" w:rsidRDefault="004102A4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4102A4">
        <w:rPr>
          <w:rFonts w:eastAsia="Calibri" w:cs="Times New Roman"/>
          <w:b/>
          <w:bCs/>
          <w:lang w:eastAsia="cs-CZ"/>
        </w:rPr>
        <w:t>XLS_Jihlava_mesto_zm11_20240506</w:t>
      </w:r>
      <w:r>
        <w:rPr>
          <w:rFonts w:eastAsia="Calibri" w:cs="Times New Roman"/>
          <w:b/>
          <w:bCs/>
          <w:lang w:eastAsia="cs-CZ"/>
        </w:rPr>
        <w:t>.xlsx</w:t>
      </w:r>
    </w:p>
    <w:p w14:paraId="3568D690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C648DA0" w14:textId="77777777" w:rsidR="004102A4" w:rsidRDefault="004102A4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9AB71EF" w14:textId="77777777" w:rsidR="004102A4" w:rsidRDefault="004102A4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1E7585A" w14:textId="77777777" w:rsidR="00C2693F" w:rsidRDefault="00C2693F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4973288C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A2223">
        <w:rPr>
          <w:rFonts w:eastAsia="Calibri" w:cs="Times New Roman"/>
          <w:lang w:eastAsia="cs-CZ"/>
        </w:rPr>
        <w:t>V Praze</w:t>
      </w:r>
      <w:r w:rsidRPr="00BD5319">
        <w:rPr>
          <w:rFonts w:eastAsia="Calibri" w:cs="Times New Roman"/>
          <w:lang w:eastAsia="cs-CZ"/>
        </w:rPr>
        <w:t xml:space="preserve"> </w:t>
      </w:r>
    </w:p>
    <w:p w14:paraId="6F75BA64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lang w:eastAsia="cs-CZ"/>
        </w:rPr>
      </w:pPr>
    </w:p>
    <w:p w14:paraId="1624719B" w14:textId="77777777" w:rsidR="004102A4" w:rsidRDefault="004102A4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74B93D6" w14:textId="77777777" w:rsidR="00C2693F" w:rsidRDefault="00C2693F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1623FBA" w14:textId="77777777" w:rsidR="00664163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>
        <w:rPr>
          <w:rFonts w:ascii="Verdana,Bold" w:hAnsi="Verdana,Bold" w:cs="Verdana,Bold"/>
          <w:b/>
          <w:bCs/>
        </w:rPr>
        <w:t>Ing. Ondřej Göpfert</w:t>
      </w:r>
    </w:p>
    <w:p w14:paraId="21338602" w14:textId="77777777" w:rsidR="00664163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ředitel odboru investičního</w:t>
      </w:r>
    </w:p>
    <w:p w14:paraId="50A8C07C" w14:textId="77777777" w:rsidR="00664163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>
        <w:rPr>
          <w:rFonts w:ascii="Verdana" w:hAnsi="Verdana" w:cs="Verdana"/>
        </w:rPr>
        <w:t>na základě pověření č. 14-NM ze dne 13. 11. 2023</w:t>
      </w:r>
    </w:p>
    <w:p w14:paraId="74ED3301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  <w:r>
        <w:rPr>
          <w:rFonts w:ascii="Verdana" w:hAnsi="Verdana" w:cs="Verdana"/>
        </w:rPr>
        <w:t>Správa železnic, státní organizace</w:t>
      </w:r>
    </w:p>
    <w:p w14:paraId="4ACAA506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88472C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C029E2" w14:textId="77777777" w:rsidR="0088472C" w:rsidRDefault="0088472C" w:rsidP="00962258">
      <w:pPr>
        <w:spacing w:after="0" w:line="240" w:lineRule="auto"/>
      </w:pPr>
      <w:r>
        <w:separator/>
      </w:r>
    </w:p>
  </w:endnote>
  <w:endnote w:type="continuationSeparator" w:id="0">
    <w:p w14:paraId="393D177D" w14:textId="77777777" w:rsidR="0088472C" w:rsidRDefault="0088472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C494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C494B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F4DF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F4DF4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19F37A" w14:textId="77777777" w:rsidR="0088472C" w:rsidRDefault="0088472C" w:rsidP="00962258">
      <w:pPr>
        <w:spacing w:after="0" w:line="240" w:lineRule="auto"/>
      </w:pPr>
      <w:r>
        <w:separator/>
      </w:r>
    </w:p>
  </w:footnote>
  <w:footnote w:type="continuationSeparator" w:id="0">
    <w:p w14:paraId="255E334F" w14:textId="77777777" w:rsidR="0088472C" w:rsidRDefault="0088472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74070991"/>
    <w:multiLevelType w:val="multilevel"/>
    <w:tmpl w:val="CABE99FC"/>
    <w:numStyleLink w:val="ListNumbermultilevel"/>
  </w:abstractNum>
  <w:num w:numId="1" w16cid:durableId="970935641">
    <w:abstractNumId w:val="2"/>
  </w:num>
  <w:num w:numId="2" w16cid:durableId="812259406">
    <w:abstractNumId w:val="1"/>
  </w:num>
  <w:num w:numId="3" w16cid:durableId="421219036">
    <w:abstractNumId w:val="3"/>
  </w:num>
  <w:num w:numId="4" w16cid:durableId="814874739">
    <w:abstractNumId w:val="6"/>
  </w:num>
  <w:num w:numId="5" w16cid:durableId="730075379">
    <w:abstractNumId w:val="0"/>
  </w:num>
  <w:num w:numId="6" w16cid:durableId="1924802085">
    <w:abstractNumId w:val="5"/>
  </w:num>
  <w:num w:numId="7" w16cid:durableId="794786520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334"/>
    <w:rsid w:val="00033432"/>
    <w:rsid w:val="000335CC"/>
    <w:rsid w:val="00072C1E"/>
    <w:rsid w:val="000B3A82"/>
    <w:rsid w:val="000B6C7E"/>
    <w:rsid w:val="000B7907"/>
    <w:rsid w:val="000C0429"/>
    <w:rsid w:val="000C45E8"/>
    <w:rsid w:val="000C494B"/>
    <w:rsid w:val="00114472"/>
    <w:rsid w:val="00116EFB"/>
    <w:rsid w:val="00170EC5"/>
    <w:rsid w:val="001747C1"/>
    <w:rsid w:val="0018596A"/>
    <w:rsid w:val="001A16F7"/>
    <w:rsid w:val="001B69C2"/>
    <w:rsid w:val="001C4DA0"/>
    <w:rsid w:val="00207DF5"/>
    <w:rsid w:val="00267369"/>
    <w:rsid w:val="0026785D"/>
    <w:rsid w:val="00296D39"/>
    <w:rsid w:val="002C1FB2"/>
    <w:rsid w:val="002C31BF"/>
    <w:rsid w:val="002E0CD7"/>
    <w:rsid w:val="002F026B"/>
    <w:rsid w:val="00335122"/>
    <w:rsid w:val="00357BC6"/>
    <w:rsid w:val="0037111D"/>
    <w:rsid w:val="003756B9"/>
    <w:rsid w:val="003956C6"/>
    <w:rsid w:val="003E6B9A"/>
    <w:rsid w:val="003E75CE"/>
    <w:rsid w:val="004102A4"/>
    <w:rsid w:val="0041380F"/>
    <w:rsid w:val="00450F07"/>
    <w:rsid w:val="00453CD3"/>
    <w:rsid w:val="00455BC7"/>
    <w:rsid w:val="00460660"/>
    <w:rsid w:val="00460CCB"/>
    <w:rsid w:val="00475AFC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44EF"/>
    <w:rsid w:val="005658A6"/>
    <w:rsid w:val="005720E7"/>
    <w:rsid w:val="005722BB"/>
    <w:rsid w:val="005736B7"/>
    <w:rsid w:val="00575E5A"/>
    <w:rsid w:val="00584E2A"/>
    <w:rsid w:val="00596C7E"/>
    <w:rsid w:val="005A2223"/>
    <w:rsid w:val="005A5F24"/>
    <w:rsid w:val="005A64E9"/>
    <w:rsid w:val="005B5EE9"/>
    <w:rsid w:val="006104F6"/>
    <w:rsid w:val="0061068E"/>
    <w:rsid w:val="00660AD3"/>
    <w:rsid w:val="00664163"/>
    <w:rsid w:val="006A5570"/>
    <w:rsid w:val="006A689C"/>
    <w:rsid w:val="006B3D79"/>
    <w:rsid w:val="006E0578"/>
    <w:rsid w:val="006E314D"/>
    <w:rsid w:val="006E7F06"/>
    <w:rsid w:val="00710723"/>
    <w:rsid w:val="00712ED1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E4A6E"/>
    <w:rsid w:val="007F56A7"/>
    <w:rsid w:val="007F626E"/>
    <w:rsid w:val="00807DD0"/>
    <w:rsid w:val="00813F11"/>
    <w:rsid w:val="008841FB"/>
    <w:rsid w:val="0088472C"/>
    <w:rsid w:val="00891334"/>
    <w:rsid w:val="008A3568"/>
    <w:rsid w:val="008C6E7A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C7B39"/>
    <w:rsid w:val="009E07F4"/>
    <w:rsid w:val="009F392E"/>
    <w:rsid w:val="00A44328"/>
    <w:rsid w:val="00A6177B"/>
    <w:rsid w:val="00A66136"/>
    <w:rsid w:val="00A827F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10590"/>
    <w:rsid w:val="00C2693F"/>
    <w:rsid w:val="00C30759"/>
    <w:rsid w:val="00C44F6A"/>
    <w:rsid w:val="00C727E5"/>
    <w:rsid w:val="00C8207D"/>
    <w:rsid w:val="00CB7B5A"/>
    <w:rsid w:val="00CC1E2B"/>
    <w:rsid w:val="00CC6766"/>
    <w:rsid w:val="00CD1FC4"/>
    <w:rsid w:val="00CE371D"/>
    <w:rsid w:val="00D02A4D"/>
    <w:rsid w:val="00D21061"/>
    <w:rsid w:val="00D316A7"/>
    <w:rsid w:val="00D4108E"/>
    <w:rsid w:val="00D6163D"/>
    <w:rsid w:val="00D63009"/>
    <w:rsid w:val="00D831A3"/>
    <w:rsid w:val="00D902AD"/>
    <w:rsid w:val="00DA6FFE"/>
    <w:rsid w:val="00DC3110"/>
    <w:rsid w:val="00DD46F3"/>
    <w:rsid w:val="00DD58A6"/>
    <w:rsid w:val="00DE56F2"/>
    <w:rsid w:val="00DF116D"/>
    <w:rsid w:val="00DF4DF4"/>
    <w:rsid w:val="00E10710"/>
    <w:rsid w:val="00E32645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2FB0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2645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105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zakazky.szdc.cz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vz.nipez.cz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sharepoint/v3/fields"/>
    <ds:schemaRef ds:uri="http://schemas.openxmlformats.org/package/2006/metadata/core-properties"/>
    <ds:schemaRef ds:uri="http://purl.org/dc/dcmitype/"/>
    <ds:schemaRef ds:uri="http://purl.org/dc/terms/"/>
    <ds:schemaRef ds:uri="http://schemas.microsoft.com/office/2006/documentManagement/types"/>
    <ds:schemaRef ds:uri="http://schemas.microsoft.com/office/2006/metadata/properties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5C5A376-E9A2-44DD-B087-D0AB9EF3A5B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7</TotalTime>
  <Pages>4</Pages>
  <Words>1091</Words>
  <Characters>6440</Characters>
  <Application>Microsoft Office Word</Application>
  <DocSecurity>0</DocSecurity>
  <Lines>53</Lines>
  <Paragraphs>15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7516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Přerovská Kamila, Ing.</cp:lastModifiedBy>
  <cp:revision>4</cp:revision>
  <cp:lastPrinted>2019-02-22T13:28:00Z</cp:lastPrinted>
  <dcterms:created xsi:type="dcterms:W3CDTF">2024-05-07T06:13:00Z</dcterms:created>
  <dcterms:modified xsi:type="dcterms:W3CDTF">2024-05-07T09:03:00Z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